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AD681" w14:textId="5BBF3BAE" w:rsidR="009348E2" w:rsidRPr="00A07A54" w:rsidRDefault="009348E2" w:rsidP="009348E2">
      <w:pPr>
        <w:rPr>
          <w:rFonts w:eastAsia="Times New Roman" w:cs="Times New Roman"/>
          <w:sz w:val="22"/>
          <w:szCs w:val="24"/>
          <w:lang w:eastAsia="cs-CZ"/>
        </w:rPr>
      </w:pPr>
      <w:r w:rsidRPr="00B62A54">
        <w:rPr>
          <w:lang w:eastAsia="cs-CZ"/>
        </w:rPr>
        <w:t xml:space="preserve">Příloha č. </w:t>
      </w:r>
      <w:r w:rsidR="004D1F33">
        <w:rPr>
          <w:lang w:eastAsia="cs-CZ"/>
        </w:rPr>
        <w:t>5</w:t>
      </w:r>
      <w:r w:rsidR="00977055" w:rsidRPr="00B62A54">
        <w:rPr>
          <w:lang w:eastAsia="cs-CZ"/>
        </w:rPr>
        <w:t xml:space="preserve"> Výzvy k podání</w:t>
      </w:r>
      <w:r w:rsidR="00977055">
        <w:rPr>
          <w:lang w:eastAsia="cs-CZ"/>
        </w:rPr>
        <w:t xml:space="preserve"> nabídky</w:t>
      </w:r>
    </w:p>
    <w:p w14:paraId="42A3C0A5" w14:textId="77777777" w:rsidR="009348E2" w:rsidRPr="00A07A54" w:rsidRDefault="009348E2" w:rsidP="009348E2">
      <w:pPr>
        <w:pStyle w:val="Nadpis1"/>
        <w:rPr>
          <w:rFonts w:asciiTheme="minorHAnsi" w:eastAsia="Times New Roman" w:hAnsiTheme="minorHAnsi"/>
        </w:rPr>
      </w:pPr>
      <w:r w:rsidRPr="00A07A54">
        <w:rPr>
          <w:rFonts w:asciiTheme="minorHAnsi" w:eastAsia="Times New Roman" w:hAnsiTheme="minorHAnsi"/>
        </w:rPr>
        <w:t>Vzor profesního životopisu</w:t>
      </w:r>
    </w:p>
    <w:p w14:paraId="1F22531C" w14:textId="77777777" w:rsidR="009348E2" w:rsidRPr="00A07A54" w:rsidRDefault="009348E2" w:rsidP="009348E2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22"/>
          <w:szCs w:val="24"/>
          <w:lang w:eastAsia="cs-CZ"/>
        </w:rPr>
      </w:pPr>
    </w:p>
    <w:p w14:paraId="02DB127F" w14:textId="5FE7594C" w:rsidR="009348E2" w:rsidRPr="00A07A54" w:rsidRDefault="009348E2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sz w:val="18"/>
          <w:szCs w:val="18"/>
        </w:rPr>
      </w:pPr>
      <w:r w:rsidRPr="00A07A54">
        <w:rPr>
          <w:rFonts w:asciiTheme="minorHAnsi" w:hAnsiTheme="minorHAnsi" w:cstheme="minorHAnsi"/>
          <w:sz w:val="18"/>
          <w:szCs w:val="18"/>
        </w:rPr>
        <w:t xml:space="preserve">Předpokládaná </w:t>
      </w:r>
      <w:r w:rsidRPr="00A07A54">
        <w:rPr>
          <w:rFonts w:asciiTheme="minorHAnsi" w:hAnsiTheme="minorHAnsi" w:cstheme="minorHAnsi"/>
          <w:b/>
          <w:sz w:val="18"/>
          <w:szCs w:val="18"/>
        </w:rPr>
        <w:t>funkce</w:t>
      </w:r>
      <w:r w:rsidR="00C46DEB">
        <w:rPr>
          <w:rFonts w:asciiTheme="minorHAnsi" w:hAnsiTheme="minorHAnsi" w:cstheme="minorHAnsi"/>
          <w:b/>
          <w:sz w:val="18"/>
          <w:szCs w:val="18"/>
        </w:rPr>
        <w:t>/pozice</w:t>
      </w:r>
      <w:r w:rsidRPr="00A07A54">
        <w:rPr>
          <w:rFonts w:asciiTheme="minorHAnsi" w:hAnsiTheme="minorHAnsi" w:cstheme="minorHAnsi"/>
          <w:sz w:val="18"/>
          <w:szCs w:val="18"/>
        </w:rPr>
        <w:t xml:space="preserve"> ze seznamu </w:t>
      </w:r>
      <w:r w:rsidR="00C46DEB">
        <w:rPr>
          <w:rFonts w:asciiTheme="minorHAnsi" w:hAnsiTheme="minorHAnsi" w:cstheme="minorHAnsi"/>
          <w:sz w:val="18"/>
          <w:szCs w:val="18"/>
        </w:rPr>
        <w:t>realizačního týmu</w:t>
      </w:r>
      <w:r w:rsidRPr="00A07A54">
        <w:rPr>
          <w:rFonts w:asciiTheme="minorHAnsi" w:hAnsiTheme="minorHAnsi" w:cstheme="minorHAnsi"/>
          <w:sz w:val="18"/>
          <w:szCs w:val="18"/>
        </w:rPr>
        <w:t xml:space="preserve"> dodavatele: </w:t>
      </w:r>
      <w:r w:rsidRPr="00A07A54">
        <w:rPr>
          <w:rFonts w:asciiTheme="minorHAnsi" w:hAnsiTheme="minorHAnsi" w:cstheme="minorHAnsi"/>
          <w:b/>
          <w:bCs/>
          <w:sz w:val="18"/>
          <w:szCs w:val="18"/>
          <w:highlight w:val="yellow"/>
        </w:rPr>
        <w:t>[DOPLNÍ DODAVATEL]</w:t>
      </w:r>
    </w:p>
    <w:p w14:paraId="296143E4" w14:textId="77777777" w:rsidR="009348E2" w:rsidRPr="00A07A54" w:rsidRDefault="009348E2" w:rsidP="009348E2">
      <w:pPr>
        <w:pStyle w:val="textcslovan"/>
        <w:widowControl/>
        <w:spacing w:before="0" w:after="120" w:line="276" w:lineRule="auto"/>
        <w:ind w:left="0" w:firstLine="0"/>
        <w:jc w:val="left"/>
        <w:rPr>
          <w:rFonts w:asciiTheme="minorHAnsi" w:hAnsiTheme="minorHAnsi" w:cstheme="minorHAnsi"/>
          <w:sz w:val="18"/>
          <w:szCs w:val="18"/>
        </w:rPr>
      </w:pPr>
    </w:p>
    <w:p w14:paraId="13764CB0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3C68B1A9" w14:textId="64CF35AD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>Příjmení:</w:t>
      </w:r>
      <w:r w:rsidRPr="00A07A54">
        <w:rPr>
          <w:rFonts w:cstheme="minorHAnsi"/>
          <w:b/>
          <w:bCs/>
          <w:highlight w:val="yellow"/>
        </w:rPr>
        <w:t xml:space="preserve"> [DOPLNÍ DODAVATEL]</w:t>
      </w:r>
    </w:p>
    <w:p w14:paraId="1774834D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7C4B2CD9" w14:textId="44D3A5F4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Příjmení za svobodna: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6B047C76" w14:textId="77777777" w:rsidR="009348E2" w:rsidRDefault="009348E2" w:rsidP="009348E2">
      <w:pPr>
        <w:pStyle w:val="Odstavecseseznamem"/>
        <w:rPr>
          <w:rFonts w:cstheme="minorHAnsi"/>
        </w:rPr>
      </w:pPr>
    </w:p>
    <w:p w14:paraId="6BDDF1D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Jméno: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3C92DEC1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978677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Datum narození: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4B25C912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039FA20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Kontaktní pracovní adresa (včetně pracovního tel/e-mail):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1E172B34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4CFF6782" w14:textId="706DFCAA" w:rsidR="009348E2" w:rsidRPr="00C46DEB" w:rsidRDefault="009348E2" w:rsidP="00C46DEB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Současná funkce/pracovní pozice včetně zaměstnavatele a vztahu k zaměstnavateli, příp. uvést OSVČ či jinak dle skutečného stavu: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207A8CC7" w14:textId="032CB568" w:rsidR="009348E2" w:rsidRPr="00A5796D" w:rsidRDefault="009348E2" w:rsidP="00A5796D">
      <w:pPr>
        <w:spacing w:after="120" w:line="276" w:lineRule="auto"/>
        <w:ind w:left="567"/>
        <w:rPr>
          <w:rFonts w:cstheme="minorHAnsi"/>
          <w:i/>
        </w:rPr>
      </w:pPr>
      <w:r w:rsidRPr="00A07A54">
        <w:rPr>
          <w:rFonts w:cstheme="minorHAnsi"/>
          <w:i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187780F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Hlavní kvalifikace: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3B9A5E70" w14:textId="77777777" w:rsidR="009348E2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5380FF3" w14:textId="77777777" w:rsidR="00A5796D" w:rsidRDefault="00A5796D" w:rsidP="009348E2">
      <w:pPr>
        <w:spacing w:after="120" w:line="276" w:lineRule="auto"/>
        <w:ind w:left="567" w:hanging="425"/>
        <w:rPr>
          <w:rFonts w:cstheme="minorHAnsi"/>
        </w:rPr>
      </w:pPr>
    </w:p>
    <w:p w14:paraId="32C8CDD3" w14:textId="77777777" w:rsidR="00A5796D" w:rsidRDefault="00A5796D" w:rsidP="009348E2">
      <w:pPr>
        <w:spacing w:after="120" w:line="276" w:lineRule="auto"/>
        <w:ind w:left="567" w:hanging="425"/>
        <w:rPr>
          <w:rFonts w:cstheme="minorHAnsi"/>
        </w:rPr>
      </w:pPr>
    </w:p>
    <w:p w14:paraId="1EC5891D" w14:textId="77777777" w:rsidR="004D1F33" w:rsidRDefault="004D1F33" w:rsidP="009348E2">
      <w:pPr>
        <w:spacing w:after="120" w:line="276" w:lineRule="auto"/>
        <w:ind w:left="567" w:hanging="425"/>
        <w:rPr>
          <w:rFonts w:cstheme="minorHAnsi"/>
        </w:rPr>
      </w:pPr>
    </w:p>
    <w:p w14:paraId="2DD9D68C" w14:textId="77777777" w:rsidR="004D1F33" w:rsidRDefault="004D1F33" w:rsidP="009348E2">
      <w:pPr>
        <w:spacing w:after="120" w:line="276" w:lineRule="auto"/>
        <w:ind w:left="567" w:hanging="425"/>
        <w:rPr>
          <w:rFonts w:cstheme="minorHAnsi"/>
        </w:rPr>
      </w:pPr>
    </w:p>
    <w:p w14:paraId="78BA1127" w14:textId="77777777" w:rsidR="004D1F33" w:rsidRPr="00A07A54" w:rsidRDefault="004D1F33" w:rsidP="009348E2">
      <w:pPr>
        <w:spacing w:after="120" w:line="276" w:lineRule="auto"/>
        <w:ind w:left="567" w:hanging="425"/>
        <w:rPr>
          <w:rFonts w:cstheme="minorHAnsi"/>
        </w:rPr>
      </w:pPr>
    </w:p>
    <w:p w14:paraId="2C25D41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  <w:b/>
        </w:rPr>
        <w:lastRenderedPageBreak/>
        <w:t>Praxe</w:t>
      </w:r>
      <w:r w:rsidRPr="00A07A54">
        <w:rPr>
          <w:rFonts w:cstheme="minorHAnsi"/>
        </w:rPr>
        <w:t xml:space="preserve"> pro účely prokázání kvalifikace</w:t>
      </w:r>
      <w:r w:rsidRPr="00A07A54">
        <w:rPr>
          <w:rFonts w:cstheme="minorHAnsi"/>
          <w:b/>
          <w:smallCaps/>
          <w:vertAlign w:val="superscript"/>
        </w:rPr>
        <w:t xml:space="preserve"> </w:t>
      </w:r>
      <w:r w:rsidRPr="00A07A54">
        <w:rPr>
          <w:rFonts w:cstheme="minorHAnsi"/>
          <w:b/>
          <w:smallCaps/>
          <w:vertAlign w:val="superscript"/>
        </w:rPr>
        <w:footnoteReference w:id="1"/>
      </w:r>
      <w:r w:rsidRPr="00A07A54">
        <w:rPr>
          <w:rFonts w:cstheme="minorHAnsi"/>
        </w:rPr>
        <w:t>:</w:t>
      </w:r>
    </w:p>
    <w:p w14:paraId="424560CC" w14:textId="77777777" w:rsidR="009348E2" w:rsidRPr="00A07A54" w:rsidRDefault="009348E2" w:rsidP="009348E2">
      <w:pPr>
        <w:spacing w:after="120" w:line="276" w:lineRule="auto"/>
        <w:ind w:left="1440"/>
        <w:rPr>
          <w:rFonts w:cstheme="minorHAnsi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7FCE4E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F5D07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Roky odborné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0DD76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3271F00B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BD52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  <w:iCs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CB8F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71AFBA7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2B4E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3ED9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3467ABD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289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2B80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1D874478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FE86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BFC9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1EF9190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A67DD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F72E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554147EE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44714602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</w:rPr>
        <w:t xml:space="preserve">Osoba </w:t>
      </w:r>
      <w:r w:rsidRPr="00A07A54">
        <w:rPr>
          <w:rFonts w:cstheme="minorHAnsi"/>
          <w:highlight w:val="yellow"/>
        </w:rPr>
        <w:t>je / není</w:t>
      </w:r>
      <w:r w:rsidRPr="00A07A54">
        <w:rPr>
          <w:rFonts w:cstheme="minorHAnsi"/>
        </w:rPr>
        <w:t xml:space="preserve"> </w:t>
      </w:r>
      <w:r w:rsidRPr="00A07A54">
        <w:rPr>
          <w:rFonts w:cstheme="minorHAnsi"/>
          <w:b/>
          <w:highlight w:val="yellow"/>
        </w:rPr>
        <w:t>[DOPLNÍ</w:t>
      </w:r>
      <w:r w:rsidRPr="00A07A54">
        <w:rPr>
          <w:rFonts w:cstheme="minorHAnsi"/>
          <w:b/>
          <w:bCs/>
          <w:highlight w:val="yellow"/>
        </w:rPr>
        <w:t xml:space="preserve"> DODAVATEL</w:t>
      </w:r>
      <w:r w:rsidRPr="00A07A54">
        <w:rPr>
          <w:rFonts w:cstheme="minorHAnsi"/>
          <w:b/>
          <w:highlight w:val="yellow"/>
        </w:rPr>
        <w:t>]</w:t>
      </w:r>
      <w:r w:rsidRPr="00A07A54">
        <w:rPr>
          <w:rFonts w:cstheme="minorHAnsi"/>
        </w:rPr>
        <w:t xml:space="preserve"> současně zaměstnancem zadavatele.</w:t>
      </w:r>
    </w:p>
    <w:p w14:paraId="48979EAE" w14:textId="77777777" w:rsidR="009348E2" w:rsidRPr="00A07A54" w:rsidRDefault="009348E2" w:rsidP="009348E2">
      <w:pPr>
        <w:spacing w:after="120" w:line="276" w:lineRule="auto"/>
        <w:ind w:left="567"/>
        <w:rPr>
          <w:rFonts w:cstheme="minorHAnsi"/>
        </w:rPr>
      </w:pPr>
    </w:p>
    <w:p w14:paraId="7BAF5EE3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  <w:b/>
        </w:rPr>
        <w:t>Zkušenosti</w:t>
      </w:r>
      <w:r w:rsidRPr="00A07A54">
        <w:rPr>
          <w:rFonts w:cstheme="minorHAnsi"/>
        </w:rPr>
        <w:t xml:space="preserve"> (popis věcného rozsahu služby – v detailu potřebném pro ověření splnění požadavků)</w:t>
      </w:r>
      <w:r w:rsidRPr="00A07A54">
        <w:rPr>
          <w:rFonts w:cstheme="minorHAnsi"/>
          <w:b/>
          <w:smallCaps/>
          <w:vertAlign w:val="superscript"/>
        </w:rPr>
        <w:footnoteReference w:id="2"/>
      </w:r>
      <w:r w:rsidRPr="00A07A54">
        <w:rPr>
          <w:rFonts w:cstheme="minorHAnsi"/>
          <w:b/>
        </w:rPr>
        <w:t xml:space="preserve">: </w:t>
      </w:r>
    </w:p>
    <w:p w14:paraId="11D816F7" w14:textId="77777777" w:rsidR="009348E2" w:rsidRPr="00A07A54" w:rsidRDefault="009348E2" w:rsidP="009348E2">
      <w:pPr>
        <w:spacing w:after="120" w:line="276" w:lineRule="auto"/>
        <w:ind w:left="720"/>
        <w:rPr>
          <w:rFonts w:cstheme="minorHAnsi"/>
        </w:rPr>
      </w:pP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C46439C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5B5C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Název zakázky/činnosti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C82E4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091FBA54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CAF43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Popis předmětu plnění zakázky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C4CEC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4FCAA12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BCBA9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Doba trvání zkušenosti - délka celkem + od </w:t>
            </w:r>
            <w:r w:rsidRPr="00A07A54">
              <w:rPr>
                <w:rFonts w:cstheme="minorHAnsi"/>
                <w:iCs/>
              </w:rPr>
              <w:t>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0CD24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74E42D8C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4AB5C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Objednatel zakázky (obch. firma/název a sídlo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B4A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563E4B45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4426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vykonávaných pracovních činností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3659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2EDA6CFC" w14:textId="77777777" w:rsidR="009348E2" w:rsidRPr="00A07A54" w:rsidRDefault="009348E2" w:rsidP="009348E2">
      <w:pPr>
        <w:spacing w:after="0"/>
      </w:pPr>
    </w:p>
    <w:p w14:paraId="57F00ECE" w14:textId="77777777" w:rsidR="009348E2" w:rsidRDefault="009348E2" w:rsidP="009348E2"/>
    <w:p w14:paraId="4E3D71EF" w14:textId="77777777" w:rsidR="00977055" w:rsidRDefault="00977055" w:rsidP="009348E2"/>
    <w:p w14:paraId="03F76E09" w14:textId="714FE9ED" w:rsidR="009348E2" w:rsidRDefault="009348E2" w:rsidP="009348E2"/>
    <w:sectPr w:rsidR="009348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A8C28" w14:textId="77777777" w:rsidR="004379D3" w:rsidRDefault="004379D3" w:rsidP="00962258">
      <w:pPr>
        <w:spacing w:after="0" w:line="240" w:lineRule="auto"/>
      </w:pPr>
      <w:r>
        <w:separator/>
      </w:r>
    </w:p>
  </w:endnote>
  <w:endnote w:type="continuationSeparator" w:id="0">
    <w:p w14:paraId="471E11EA" w14:textId="77777777" w:rsidR="004379D3" w:rsidRDefault="004379D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079D5B9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4A9B2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A0CA51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49094DBE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D361DB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361DC0" w14:textId="77777777" w:rsidR="00F1715C" w:rsidRDefault="00F1715C" w:rsidP="00460660">
          <w:pPr>
            <w:pStyle w:val="Zpat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240473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3C9671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6FFD8" w14:textId="77777777" w:rsidR="004379D3" w:rsidRDefault="004379D3" w:rsidP="00962258">
      <w:pPr>
        <w:spacing w:after="0" w:line="240" w:lineRule="auto"/>
      </w:pPr>
      <w:r>
        <w:separator/>
      </w:r>
    </w:p>
  </w:footnote>
  <w:footnote w:type="continuationSeparator" w:id="0">
    <w:p w14:paraId="29F39F22" w14:textId="77777777" w:rsidR="004379D3" w:rsidRDefault="004379D3" w:rsidP="00962258">
      <w:pPr>
        <w:spacing w:after="0" w:line="240" w:lineRule="auto"/>
      </w:pPr>
      <w:r>
        <w:continuationSeparator/>
      </w:r>
    </w:p>
  </w:footnote>
  <w:footnote w:id="1">
    <w:p w14:paraId="0C93CE00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 xml:space="preserve">V případě další praxe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  <w:footnote w:id="2">
    <w:p w14:paraId="1D52904C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>V případě další</w:t>
      </w:r>
      <w:r>
        <w:rPr>
          <w:rFonts w:ascii="Calibri" w:hAnsi="Calibri" w:cs="Arial"/>
          <w:sz w:val="16"/>
          <w:szCs w:val="16"/>
        </w:rPr>
        <w:t>ch zkušeností</w:t>
      </w:r>
      <w:r w:rsidRPr="000D3ABF">
        <w:rPr>
          <w:rFonts w:ascii="Calibri" w:hAnsi="Calibri" w:cs="Arial"/>
          <w:sz w:val="16"/>
          <w:szCs w:val="16"/>
        </w:rPr>
        <w:t xml:space="preserve">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342500">
    <w:abstractNumId w:val="4"/>
  </w:num>
  <w:num w:numId="2" w16cid:durableId="964972237">
    <w:abstractNumId w:val="3"/>
  </w:num>
  <w:num w:numId="3" w16cid:durableId="6857191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84702537">
    <w:abstractNumId w:val="12"/>
  </w:num>
  <w:num w:numId="5" w16cid:durableId="870651258">
    <w:abstractNumId w:val="6"/>
  </w:num>
  <w:num w:numId="6" w16cid:durableId="1063063561">
    <w:abstractNumId w:val="8"/>
  </w:num>
  <w:num w:numId="7" w16cid:durableId="1476990615">
    <w:abstractNumId w:val="0"/>
  </w:num>
  <w:num w:numId="8" w16cid:durableId="1299068439">
    <w:abstractNumId w:val="9"/>
  </w:num>
  <w:num w:numId="9" w16cid:durableId="146407835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07856149">
    <w:abstractNumId w:val="8"/>
  </w:num>
  <w:num w:numId="11" w16cid:durableId="322974767">
    <w:abstractNumId w:val="3"/>
  </w:num>
  <w:num w:numId="12" w16cid:durableId="1266888411">
    <w:abstractNumId w:val="8"/>
  </w:num>
  <w:num w:numId="13" w16cid:durableId="748115644">
    <w:abstractNumId w:val="8"/>
  </w:num>
  <w:num w:numId="14" w16cid:durableId="1650940076">
    <w:abstractNumId w:val="8"/>
  </w:num>
  <w:num w:numId="15" w16cid:durableId="423961203">
    <w:abstractNumId w:val="8"/>
  </w:num>
  <w:num w:numId="16" w16cid:durableId="1509055667">
    <w:abstractNumId w:val="13"/>
  </w:num>
  <w:num w:numId="17" w16cid:durableId="1399740164">
    <w:abstractNumId w:val="4"/>
  </w:num>
  <w:num w:numId="18" w16cid:durableId="1138911794">
    <w:abstractNumId w:val="13"/>
  </w:num>
  <w:num w:numId="19" w16cid:durableId="1368406549">
    <w:abstractNumId w:val="13"/>
  </w:num>
  <w:num w:numId="20" w16cid:durableId="1475488520">
    <w:abstractNumId w:val="13"/>
  </w:num>
  <w:num w:numId="21" w16cid:durableId="1974366250">
    <w:abstractNumId w:val="13"/>
  </w:num>
  <w:num w:numId="22" w16cid:durableId="1154489601">
    <w:abstractNumId w:val="8"/>
  </w:num>
  <w:num w:numId="23" w16cid:durableId="1997606261">
    <w:abstractNumId w:val="3"/>
  </w:num>
  <w:num w:numId="24" w16cid:durableId="867179616">
    <w:abstractNumId w:val="8"/>
  </w:num>
  <w:num w:numId="25" w16cid:durableId="2120097998">
    <w:abstractNumId w:val="8"/>
  </w:num>
  <w:num w:numId="26" w16cid:durableId="92896810">
    <w:abstractNumId w:val="8"/>
  </w:num>
  <w:num w:numId="27" w16cid:durableId="1711802000">
    <w:abstractNumId w:val="8"/>
  </w:num>
  <w:num w:numId="28" w16cid:durableId="1374961478">
    <w:abstractNumId w:val="13"/>
  </w:num>
  <w:num w:numId="29" w16cid:durableId="1028020631">
    <w:abstractNumId w:val="4"/>
  </w:num>
  <w:num w:numId="30" w16cid:durableId="1362705863">
    <w:abstractNumId w:val="13"/>
  </w:num>
  <w:num w:numId="31" w16cid:durableId="1920017138">
    <w:abstractNumId w:val="13"/>
  </w:num>
  <w:num w:numId="32" w16cid:durableId="777867896">
    <w:abstractNumId w:val="13"/>
  </w:num>
  <w:num w:numId="33" w16cid:durableId="1436169848">
    <w:abstractNumId w:val="13"/>
  </w:num>
  <w:num w:numId="34" w16cid:durableId="1590578031">
    <w:abstractNumId w:val="1"/>
  </w:num>
  <w:num w:numId="35" w16cid:durableId="16666655">
    <w:abstractNumId w:val="2"/>
  </w:num>
  <w:num w:numId="36" w16cid:durableId="1259367710">
    <w:abstractNumId w:val="5"/>
  </w:num>
  <w:num w:numId="37" w16cid:durableId="1141922677">
    <w:abstractNumId w:val="7"/>
  </w:num>
  <w:num w:numId="38" w16cid:durableId="1447233067">
    <w:abstractNumId w:val="14"/>
  </w:num>
  <w:num w:numId="39" w16cid:durableId="1766803770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18DC"/>
    <w:rsid w:val="00020197"/>
    <w:rsid w:val="000205AF"/>
    <w:rsid w:val="0004385B"/>
    <w:rsid w:val="00072C1E"/>
    <w:rsid w:val="000C1B52"/>
    <w:rsid w:val="000D198A"/>
    <w:rsid w:val="000E1961"/>
    <w:rsid w:val="000E23A7"/>
    <w:rsid w:val="0010693F"/>
    <w:rsid w:val="00114472"/>
    <w:rsid w:val="001550BC"/>
    <w:rsid w:val="001605B9"/>
    <w:rsid w:val="00170EC5"/>
    <w:rsid w:val="001747C1"/>
    <w:rsid w:val="00184743"/>
    <w:rsid w:val="001D6EA1"/>
    <w:rsid w:val="00207DF5"/>
    <w:rsid w:val="002268EF"/>
    <w:rsid w:val="00227D55"/>
    <w:rsid w:val="00256810"/>
    <w:rsid w:val="002645FF"/>
    <w:rsid w:val="00280E07"/>
    <w:rsid w:val="002A0C0D"/>
    <w:rsid w:val="002C31BF"/>
    <w:rsid w:val="002D08B1"/>
    <w:rsid w:val="002E0CD7"/>
    <w:rsid w:val="00341DCF"/>
    <w:rsid w:val="00357BC6"/>
    <w:rsid w:val="0038302E"/>
    <w:rsid w:val="003956C6"/>
    <w:rsid w:val="003D3C01"/>
    <w:rsid w:val="003F7787"/>
    <w:rsid w:val="00430FB5"/>
    <w:rsid w:val="004379D3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1F33"/>
    <w:rsid w:val="004D56F3"/>
    <w:rsid w:val="004E143C"/>
    <w:rsid w:val="004E3A53"/>
    <w:rsid w:val="004F20BC"/>
    <w:rsid w:val="004F3E53"/>
    <w:rsid w:val="004F4B9B"/>
    <w:rsid w:val="004F69EA"/>
    <w:rsid w:val="005008E5"/>
    <w:rsid w:val="00505E38"/>
    <w:rsid w:val="00511AB9"/>
    <w:rsid w:val="00523EA7"/>
    <w:rsid w:val="00530F0D"/>
    <w:rsid w:val="00553375"/>
    <w:rsid w:val="00557C28"/>
    <w:rsid w:val="005736B7"/>
    <w:rsid w:val="00575E5A"/>
    <w:rsid w:val="005D7F7E"/>
    <w:rsid w:val="005F1404"/>
    <w:rsid w:val="0061068E"/>
    <w:rsid w:val="00624394"/>
    <w:rsid w:val="00646955"/>
    <w:rsid w:val="00660AD3"/>
    <w:rsid w:val="00675FF6"/>
    <w:rsid w:val="00677B7F"/>
    <w:rsid w:val="0068120C"/>
    <w:rsid w:val="006923BA"/>
    <w:rsid w:val="006A5570"/>
    <w:rsid w:val="006A689C"/>
    <w:rsid w:val="006B3D79"/>
    <w:rsid w:val="006D7AFE"/>
    <w:rsid w:val="006E0578"/>
    <w:rsid w:val="006E314D"/>
    <w:rsid w:val="006E468A"/>
    <w:rsid w:val="006F229A"/>
    <w:rsid w:val="00710723"/>
    <w:rsid w:val="00723ED1"/>
    <w:rsid w:val="00743525"/>
    <w:rsid w:val="0076286B"/>
    <w:rsid w:val="00766846"/>
    <w:rsid w:val="007718DC"/>
    <w:rsid w:val="0077673A"/>
    <w:rsid w:val="007846E1"/>
    <w:rsid w:val="007A5BFC"/>
    <w:rsid w:val="007B570C"/>
    <w:rsid w:val="007C589B"/>
    <w:rsid w:val="007E4A6E"/>
    <w:rsid w:val="007F0984"/>
    <w:rsid w:val="007F56A7"/>
    <w:rsid w:val="00807DD0"/>
    <w:rsid w:val="008574AF"/>
    <w:rsid w:val="008640D9"/>
    <w:rsid w:val="008659F3"/>
    <w:rsid w:val="0087456A"/>
    <w:rsid w:val="00886D4B"/>
    <w:rsid w:val="00895406"/>
    <w:rsid w:val="008A3568"/>
    <w:rsid w:val="008B304A"/>
    <w:rsid w:val="008D03B9"/>
    <w:rsid w:val="008D7E95"/>
    <w:rsid w:val="008F18D6"/>
    <w:rsid w:val="00900AB6"/>
    <w:rsid w:val="00904780"/>
    <w:rsid w:val="00922385"/>
    <w:rsid w:val="009223DF"/>
    <w:rsid w:val="0092336F"/>
    <w:rsid w:val="00923DE9"/>
    <w:rsid w:val="009348E2"/>
    <w:rsid w:val="00936091"/>
    <w:rsid w:val="00940D8A"/>
    <w:rsid w:val="00962258"/>
    <w:rsid w:val="009678B7"/>
    <w:rsid w:val="00977055"/>
    <w:rsid w:val="009833E1"/>
    <w:rsid w:val="00992D9C"/>
    <w:rsid w:val="00996CB8"/>
    <w:rsid w:val="009B14A9"/>
    <w:rsid w:val="009B2E97"/>
    <w:rsid w:val="009C2A29"/>
    <w:rsid w:val="009C4ACF"/>
    <w:rsid w:val="009E07F4"/>
    <w:rsid w:val="009E3200"/>
    <w:rsid w:val="009F392E"/>
    <w:rsid w:val="00A12CBC"/>
    <w:rsid w:val="00A37419"/>
    <w:rsid w:val="00A5796D"/>
    <w:rsid w:val="00A608B6"/>
    <w:rsid w:val="00A6177B"/>
    <w:rsid w:val="00A66136"/>
    <w:rsid w:val="00A71267"/>
    <w:rsid w:val="00AA4CBB"/>
    <w:rsid w:val="00AA65FA"/>
    <w:rsid w:val="00AA7351"/>
    <w:rsid w:val="00AD056F"/>
    <w:rsid w:val="00AD6731"/>
    <w:rsid w:val="00B15D0D"/>
    <w:rsid w:val="00B3648E"/>
    <w:rsid w:val="00B62A54"/>
    <w:rsid w:val="00B65686"/>
    <w:rsid w:val="00B75EE1"/>
    <w:rsid w:val="00B77481"/>
    <w:rsid w:val="00B84C8B"/>
    <w:rsid w:val="00B8518B"/>
    <w:rsid w:val="00B93E24"/>
    <w:rsid w:val="00BA123B"/>
    <w:rsid w:val="00BC6E14"/>
    <w:rsid w:val="00BD7E91"/>
    <w:rsid w:val="00C02D0A"/>
    <w:rsid w:val="00C03A6E"/>
    <w:rsid w:val="00C44F6A"/>
    <w:rsid w:val="00C46DEB"/>
    <w:rsid w:val="00C47AE3"/>
    <w:rsid w:val="00C6493A"/>
    <w:rsid w:val="00C80068"/>
    <w:rsid w:val="00C83C94"/>
    <w:rsid w:val="00CC6937"/>
    <w:rsid w:val="00CD1FC4"/>
    <w:rsid w:val="00D21061"/>
    <w:rsid w:val="00D4108E"/>
    <w:rsid w:val="00D45838"/>
    <w:rsid w:val="00D6163D"/>
    <w:rsid w:val="00D62FDF"/>
    <w:rsid w:val="00D73D46"/>
    <w:rsid w:val="00D831A3"/>
    <w:rsid w:val="00DA1569"/>
    <w:rsid w:val="00DC75F3"/>
    <w:rsid w:val="00DD46F3"/>
    <w:rsid w:val="00DE56F2"/>
    <w:rsid w:val="00DF116D"/>
    <w:rsid w:val="00E16BC4"/>
    <w:rsid w:val="00E36C4A"/>
    <w:rsid w:val="00E83A12"/>
    <w:rsid w:val="00E8440A"/>
    <w:rsid w:val="00E85BF6"/>
    <w:rsid w:val="00EB0B2A"/>
    <w:rsid w:val="00EB104F"/>
    <w:rsid w:val="00ED14BD"/>
    <w:rsid w:val="00EE777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2BA3"/>
    <w:rsid w:val="00F86BA6"/>
    <w:rsid w:val="00FA6A87"/>
    <w:rsid w:val="00FC6389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361D84"/>
  <w14:defaultImageDpi w14:val="32767"/>
  <w15:docId w15:val="{96727589-E05A-4B76-BD0A-83B224418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718D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7E31E0B-A040-4C06-8F05-13EB85407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9E17B76-CF31-4B04-9A04-42B86C8ADFA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2</Pages>
  <Words>316</Words>
  <Characters>1871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Jiranová Ivana</cp:lastModifiedBy>
  <cp:revision>4</cp:revision>
  <cp:lastPrinted>2020-07-15T06:29:00Z</cp:lastPrinted>
  <dcterms:created xsi:type="dcterms:W3CDTF">2023-04-18T07:27:00Z</dcterms:created>
  <dcterms:modified xsi:type="dcterms:W3CDTF">2023-04-24T11:47:00Z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